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Layout w:type="fixed"/>
        <w:tblCellMar>
          <w:top w:w="115" w:type="dxa"/>
          <w:left w:w="0" w:type="dxa"/>
          <w:bottom w:w="115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60"/>
        <w:gridCol w:w="4500"/>
        <w:gridCol w:w="5400"/>
      </w:tblGrid>
      <w:tr w:rsidR="001870C7" w:rsidRPr="00E153EA" w14:paraId="58BFDEC8" w14:textId="77777777">
        <w:trPr>
          <w:trHeight w:val="610"/>
        </w:trPr>
        <w:tc>
          <w:tcPr>
            <w:tcW w:w="5400" w:type="dxa"/>
            <w:gridSpan w:val="3"/>
            <w:tcBorders>
              <w:bottom w:val="single" w:sz="8" w:space="0" w:color="999999"/>
            </w:tcBorders>
            <w:noWrap/>
            <w:tcMar>
              <w:top w:w="0" w:type="dxa"/>
              <w:bottom w:w="0" w:type="dxa"/>
            </w:tcMar>
            <w:vAlign w:val="bottom"/>
          </w:tcPr>
          <w:p w14:paraId="51BC9382" w14:textId="577B01D0" w:rsidR="001870C7" w:rsidRDefault="001870C7" w:rsidP="009D5F1A">
            <w:pPr>
              <w:pStyle w:val="Datetext"/>
            </w:pPr>
          </w:p>
        </w:tc>
        <w:tc>
          <w:tcPr>
            <w:tcW w:w="5400" w:type="dxa"/>
            <w:tcBorders>
              <w:bottom w:val="single" w:sz="8" w:space="0" w:color="999999"/>
            </w:tcBorders>
            <w:tcMar>
              <w:bottom w:w="0" w:type="dxa"/>
            </w:tcMar>
            <w:vAlign w:val="bottom"/>
          </w:tcPr>
          <w:p w14:paraId="4A73D504" w14:textId="77777777" w:rsidR="001870C7" w:rsidRPr="00E153EA" w:rsidRDefault="001870C7" w:rsidP="00E153EA">
            <w:pPr>
              <w:pStyle w:val="Heading1"/>
            </w:pPr>
          </w:p>
        </w:tc>
      </w:tr>
      <w:tr w:rsidR="004F0B5D" w14:paraId="09424DCC" w14:textId="77777777">
        <w:trPr>
          <w:gridAfter w:val="1"/>
          <w:wAfter w:w="5400" w:type="dxa"/>
          <w:trHeight w:val="428"/>
        </w:trPr>
        <w:tc>
          <w:tcPr>
            <w:tcW w:w="540" w:type="dxa"/>
            <w:tcBorders>
              <w:top w:val="single" w:sz="8" w:space="0" w:color="999999"/>
            </w:tcBorders>
            <w:shd w:val="clear" w:color="auto" w:fill="auto"/>
          </w:tcPr>
          <w:p w14:paraId="53D280D0" w14:textId="77777777" w:rsidR="004F0B5D" w:rsidRPr="003E5DFC" w:rsidRDefault="004F0B5D" w:rsidP="003E5DFC">
            <w:pPr>
              <w:pStyle w:val="Heading3"/>
              <w:tabs>
                <w:tab w:val="left" w:pos="2800"/>
              </w:tabs>
              <w:rPr>
                <w:b w:val="0"/>
              </w:rPr>
            </w:pPr>
            <w:r w:rsidRPr="009612D1">
              <w:t>To:</w:t>
            </w:r>
            <w:r>
              <w:t xml:space="preserve"> </w:t>
            </w:r>
          </w:p>
        </w:tc>
        <w:tc>
          <w:tcPr>
            <w:tcW w:w="4860" w:type="dxa"/>
            <w:gridSpan w:val="2"/>
            <w:tcBorders>
              <w:top w:val="single" w:sz="8" w:space="0" w:color="999999"/>
            </w:tcBorders>
          </w:tcPr>
          <w:p w14:paraId="3B53D574" w14:textId="2E4AE1E3" w:rsidR="004F0B5D" w:rsidRDefault="004F0B5D" w:rsidP="00BE7B1E">
            <w:pPr>
              <w:pStyle w:val="Labeltext"/>
            </w:pPr>
            <w:r>
              <w:t>Calgary Stampede Volunteers &amp; Employees</w:t>
            </w:r>
          </w:p>
        </w:tc>
      </w:tr>
      <w:tr w:rsidR="00EC33F1" w14:paraId="79FB2344" w14:textId="77777777">
        <w:tc>
          <w:tcPr>
            <w:tcW w:w="900" w:type="dxa"/>
            <w:gridSpan w:val="2"/>
            <w:tcBorders>
              <w:top w:val="single" w:sz="8" w:space="0" w:color="999999"/>
              <w:bottom w:val="single" w:sz="8" w:space="0" w:color="999999"/>
            </w:tcBorders>
          </w:tcPr>
          <w:p w14:paraId="46C0E8B5" w14:textId="77777777" w:rsidR="00EC33F1" w:rsidRPr="00846B7E" w:rsidRDefault="00EC33F1" w:rsidP="00BB6F3F">
            <w:pPr>
              <w:pStyle w:val="Heading3"/>
            </w:pPr>
            <w:r w:rsidRPr="00846B7E">
              <w:t xml:space="preserve">Subject: </w:t>
            </w:r>
          </w:p>
        </w:tc>
        <w:tc>
          <w:tcPr>
            <w:tcW w:w="9900" w:type="dxa"/>
            <w:gridSpan w:val="2"/>
            <w:tcBorders>
              <w:top w:val="single" w:sz="8" w:space="0" w:color="999999"/>
              <w:bottom w:val="single" w:sz="8" w:space="0" w:color="999999"/>
            </w:tcBorders>
          </w:tcPr>
          <w:p w14:paraId="71AC4C61" w14:textId="63A52D01" w:rsidR="00EC33F1" w:rsidRDefault="001B0A32" w:rsidP="00BE7B1E">
            <w:pPr>
              <w:pStyle w:val="Labeltext"/>
            </w:pPr>
            <w:r>
              <w:t>Calgary Stampede Email Signature</w:t>
            </w:r>
          </w:p>
        </w:tc>
      </w:tr>
    </w:tbl>
    <w:p w14:paraId="3284D5A0" w14:textId="77777777" w:rsidR="00CF308D" w:rsidRDefault="00CF308D"/>
    <w:p w14:paraId="2D042096" w14:textId="0BA24116" w:rsidR="00224674" w:rsidRPr="004F0B5D" w:rsidRDefault="00224674" w:rsidP="004F0B5D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</w:p>
    <w:sectPr w:rsidR="00224674" w:rsidRPr="004F0B5D" w:rsidSect="00224674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2794" w:right="720" w:bottom="1872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DE65" w14:textId="77777777" w:rsidR="002D1145" w:rsidRDefault="002D1145">
      <w:r>
        <w:separator/>
      </w:r>
    </w:p>
  </w:endnote>
  <w:endnote w:type="continuationSeparator" w:id="0">
    <w:p w14:paraId="71609704" w14:textId="77777777" w:rsidR="002D1145" w:rsidRDefault="002D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AE36" w14:textId="77777777" w:rsidR="00D80C3C" w:rsidRDefault="00000000">
    <w:r>
      <w:rPr>
        <w:noProof/>
      </w:rPr>
      <w:pict w14:anchorId="15E9DB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725.05pt;width:612pt;height:61.5pt;z-index:-3;mso-position-horizontal:center;mso-position-horizontal-relative:page;mso-position-vertical-relative:page">
          <v:imagedata r:id="rId1" o:title="CS Address Bar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4A0AA" w14:textId="77777777" w:rsidR="00C3661F" w:rsidRDefault="00000000">
    <w:r>
      <w:rPr>
        <w:noProof/>
      </w:rPr>
      <w:pict w14:anchorId="1C3C4C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0;margin-top:725.05pt;width:612pt;height:61.5pt;z-index:-1;mso-position-horizontal-relative:page;mso-position-vertical-relative:page">
          <v:imagedata r:id="rId1" o:title="CS Address Ba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2045" w14:textId="77777777" w:rsidR="002D1145" w:rsidRDefault="002D1145">
      <w:r>
        <w:separator/>
      </w:r>
    </w:p>
  </w:footnote>
  <w:footnote w:type="continuationSeparator" w:id="0">
    <w:p w14:paraId="2025C583" w14:textId="77777777" w:rsidR="002D1145" w:rsidRDefault="002D1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01DB" w14:textId="77777777" w:rsidR="00224674" w:rsidRDefault="00224674" w:rsidP="00224674">
    <w:pPr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0937AE" w14:textId="77777777" w:rsidR="00224674" w:rsidRDefault="002246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33B5" w14:textId="77777777" w:rsidR="00224674" w:rsidRPr="00F731A9" w:rsidRDefault="00F731A9" w:rsidP="00F731A9">
    <w:pPr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E6168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E17B" w14:textId="77777777" w:rsidR="00020BE7" w:rsidRDefault="00000000" w:rsidP="00C3661F">
    <w:pPr>
      <w:ind w:right="180"/>
    </w:pPr>
    <w:r>
      <w:rPr>
        <w:noProof/>
      </w:rPr>
      <w:pict w14:anchorId="47A924BE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70pt;margin-top:104.45pt;width:277pt;height:36pt;z-index:3" filled="f" stroked="f">
          <v:textbox style="mso-next-textbox:#_x0000_s1029">
            <w:txbxContent>
              <w:p w14:paraId="50597CDA" w14:textId="77777777" w:rsidR="00020BE7" w:rsidRPr="00020BE7" w:rsidRDefault="00750BA5" w:rsidP="00B5420A">
                <w:pPr>
                  <w:jc w:val="right"/>
                  <w:rPr>
                    <w:b/>
                    <w:color w:val="999999"/>
                    <w:sz w:val="48"/>
                    <w:szCs w:val="48"/>
                  </w:rPr>
                </w:pPr>
                <w:r>
                  <w:rPr>
                    <w:b/>
                    <w:color w:val="999999"/>
                    <w:sz w:val="48"/>
                    <w:szCs w:val="48"/>
                  </w:rPr>
                  <w:t>MEMORANDUM</w:t>
                </w:r>
              </w:p>
            </w:txbxContent>
          </v:textbox>
        </v:shape>
      </w:pict>
    </w:r>
    <w:r>
      <w:rPr>
        <w:noProof/>
      </w:rPr>
      <w:pict w14:anchorId="3EF370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3" type="#_x0000_t75" style="position:absolute;margin-left:0;margin-top:27.35pt;width:153pt;height:1in;z-index:-4;mso-position-horizontal:center;mso-position-horizontal-relative:page;mso-position-vertical-relative:page">
          <v:imagedata r:id="rId1" o:title="CS_Masterbrand_C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B51D2"/>
    <w:multiLevelType w:val="hybridMultilevel"/>
    <w:tmpl w:val="51FA5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037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0B5D"/>
    <w:rsid w:val="00020BE7"/>
    <w:rsid w:val="00167EC9"/>
    <w:rsid w:val="001870C7"/>
    <w:rsid w:val="001B0A32"/>
    <w:rsid w:val="00224674"/>
    <w:rsid w:val="002A24A6"/>
    <w:rsid w:val="002C2143"/>
    <w:rsid w:val="002D1145"/>
    <w:rsid w:val="003E5DFC"/>
    <w:rsid w:val="004F0B5D"/>
    <w:rsid w:val="0055302E"/>
    <w:rsid w:val="00686A38"/>
    <w:rsid w:val="00687EFB"/>
    <w:rsid w:val="007039C1"/>
    <w:rsid w:val="00750BA5"/>
    <w:rsid w:val="00794B01"/>
    <w:rsid w:val="007E3942"/>
    <w:rsid w:val="00846B7E"/>
    <w:rsid w:val="009501E0"/>
    <w:rsid w:val="009612D1"/>
    <w:rsid w:val="009C7DA6"/>
    <w:rsid w:val="009D5F1A"/>
    <w:rsid w:val="009E6168"/>
    <w:rsid w:val="00B04C5B"/>
    <w:rsid w:val="00B5420A"/>
    <w:rsid w:val="00BB6F3F"/>
    <w:rsid w:val="00BE7B1E"/>
    <w:rsid w:val="00C3661F"/>
    <w:rsid w:val="00C45329"/>
    <w:rsid w:val="00C94094"/>
    <w:rsid w:val="00CE3E9C"/>
    <w:rsid w:val="00CF308D"/>
    <w:rsid w:val="00D43DDD"/>
    <w:rsid w:val="00D80C3C"/>
    <w:rsid w:val="00D92FAB"/>
    <w:rsid w:val="00E153EA"/>
    <w:rsid w:val="00E34193"/>
    <w:rsid w:val="00EC33F1"/>
    <w:rsid w:val="00F27438"/>
    <w:rsid w:val="00F731A9"/>
    <w:rsid w:val="00FB73FA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C47860"/>
  <w15:chartTrackingRefBased/>
  <w15:docId w15:val="{82A93EFE-13AB-4898-8113-A9BC9B55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143"/>
    <w:rPr>
      <w:rFonts w:ascii="Verdana" w:hAnsi="Verdana"/>
      <w:sz w:val="18"/>
      <w:szCs w:val="24"/>
      <w:lang w:val="en-US" w:eastAsia="ko-KR"/>
    </w:rPr>
  </w:style>
  <w:style w:type="paragraph" w:styleId="Heading1">
    <w:name w:val="heading 1"/>
    <w:basedOn w:val="Normal"/>
    <w:next w:val="Normal"/>
    <w:qFormat/>
    <w:rsid w:val="00846B7E"/>
    <w:pPr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846B7E"/>
    <w:pPr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9612D1"/>
    <w:p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5420A"/>
    <w:pPr>
      <w:tabs>
        <w:tab w:val="center" w:pos="4320"/>
        <w:tab w:val="right" w:pos="8640"/>
      </w:tabs>
    </w:pPr>
  </w:style>
  <w:style w:type="paragraph" w:customStyle="1" w:styleId="Datetext">
    <w:name w:val="Date text"/>
    <w:basedOn w:val="Labeltext"/>
    <w:rsid w:val="009D5F1A"/>
    <w:pPr>
      <w:spacing w:after="120"/>
    </w:pPr>
  </w:style>
  <w:style w:type="character" w:styleId="Hyperlink">
    <w:name w:val="Hyperlink"/>
    <w:uiPriority w:val="99"/>
    <w:unhideWhenUsed/>
    <w:rsid w:val="004F0B5D"/>
    <w:rPr>
      <w:color w:val="0563C1"/>
      <w:u w:val="single"/>
    </w:rPr>
  </w:style>
  <w:style w:type="character" w:customStyle="1" w:styleId="Heading3Char">
    <w:name w:val="Heading 3 Char"/>
    <w:link w:val="Heading3"/>
    <w:rsid w:val="009612D1"/>
    <w:rPr>
      <w:rFonts w:ascii="Verdana" w:eastAsia="Batang" w:hAnsi="Verdana"/>
      <w:b/>
      <w:sz w:val="18"/>
      <w:szCs w:val="24"/>
      <w:lang w:val="en-US" w:eastAsia="ko-KR" w:bidi="ar-SA"/>
    </w:rPr>
  </w:style>
  <w:style w:type="paragraph" w:customStyle="1" w:styleId="NormalParagraphStyle">
    <w:name w:val="NormalParagraphStyle"/>
    <w:basedOn w:val="Normal"/>
    <w:rsid w:val="00D80C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szCs w:val="20"/>
    </w:rPr>
  </w:style>
  <w:style w:type="character" w:styleId="PageNumber">
    <w:name w:val="page number"/>
    <w:basedOn w:val="DefaultParagraphFont"/>
    <w:rsid w:val="00224674"/>
  </w:style>
  <w:style w:type="paragraph" w:customStyle="1" w:styleId="Labeltext">
    <w:name w:val="Label text"/>
    <w:basedOn w:val="Normal"/>
    <w:rsid w:val="009C7DA6"/>
    <w:rPr>
      <w:sz w:val="19"/>
      <w:szCs w:val="19"/>
    </w:rPr>
  </w:style>
  <w:style w:type="paragraph" w:customStyle="1" w:styleId="BodyText1">
    <w:name w:val="Body Text1"/>
    <w:basedOn w:val="Normal"/>
    <w:rsid w:val="009C7DA6"/>
    <w:rPr>
      <w:sz w:val="19"/>
      <w:szCs w:val="19"/>
    </w:rPr>
  </w:style>
  <w:style w:type="character" w:styleId="UnresolvedMention">
    <w:name w:val="Unresolved Mention"/>
    <w:uiPriority w:val="99"/>
    <w:semiHidden/>
    <w:unhideWhenUsed/>
    <w:rsid w:val="004F0B5D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4F0B5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sman\Downloads\CS_memo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CS_memo (1)</Template>
  <TotalTime>9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 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subject/>
  <dc:creator>Aisman, Riley</dc:creator>
  <cp:keywords/>
  <dc:description/>
  <cp:lastModifiedBy>ali Aisman</cp:lastModifiedBy>
  <cp:revision>2</cp:revision>
  <cp:lastPrinted>1900-01-01T07:00:00Z</cp:lastPrinted>
  <dcterms:created xsi:type="dcterms:W3CDTF">2023-03-10T19:53:00Z</dcterms:created>
  <dcterms:modified xsi:type="dcterms:W3CDTF">2023-03-13T20:23:00Z</dcterms:modified>
</cp:coreProperties>
</file>